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F37436F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5C76B8">
        <w:rPr>
          <w:lang w:val="en-GB"/>
        </w:rPr>
        <w:t xml:space="preserve"> </w:t>
      </w:r>
      <w:r w:rsidR="003C599A">
        <w:rPr>
          <w:lang w:val="en-GB"/>
        </w:rPr>
        <w:t>2</w:t>
      </w:r>
      <w:r w:rsidR="00FD2941">
        <w:rPr>
          <w:lang w:val="en-GB"/>
        </w:rPr>
        <w:t>9</w:t>
      </w:r>
      <w:r w:rsidR="003C599A">
        <w:rPr>
          <w:lang w:val="en-GB"/>
        </w:rPr>
        <w:t>-</w:t>
      </w:r>
      <w:r w:rsidR="0004443B">
        <w:rPr>
          <w:lang w:val="en-GB"/>
        </w:rPr>
        <w:t>G0</w:t>
      </w:r>
      <w:r w:rsidR="001753E6">
        <w:rPr>
          <w:lang w:val="en-GB"/>
        </w:rPr>
        <w:t>02</w:t>
      </w:r>
      <w:r w:rsidR="0004443B">
        <w:rPr>
          <w:lang w:val="en-GB"/>
        </w:rPr>
        <w:t>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81C4F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81C4F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81C4F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CDBB1EC" w:rsidR="00B0293A" w:rsidRPr="00781C4F" w:rsidRDefault="00984A9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5653C8">
              <w:rPr>
                <w:rFonts w:ascii="Calibri" w:hAnsi="Calibri"/>
                <w:szCs w:val="20"/>
              </w:rPr>
              <w:t>7</w:t>
            </w:r>
            <w:r w:rsidR="003C599A">
              <w:rPr>
                <w:rFonts w:ascii="Calibri" w:hAnsi="Calibri"/>
                <w:szCs w:val="20"/>
              </w:rPr>
              <w:t>/2/25</w:t>
            </w:r>
          </w:p>
        </w:tc>
      </w:tr>
      <w:tr w:rsidR="00B0293A" w:rsidRPr="00781C4F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AE3611C" w:rsidR="00B0293A" w:rsidRPr="00781C4F" w:rsidRDefault="00E51B6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3C599A">
              <w:rPr>
                <w:rFonts w:ascii="Calibri" w:hAnsi="Calibri"/>
                <w:szCs w:val="20"/>
              </w:rPr>
              <w:t>/</w:t>
            </w:r>
            <w:r w:rsidR="00984A93">
              <w:rPr>
                <w:rFonts w:ascii="Calibri" w:hAnsi="Calibri"/>
                <w:szCs w:val="20"/>
              </w:rPr>
              <w:t>3</w:t>
            </w:r>
            <w:r w:rsidR="003C599A">
              <w:rPr>
                <w:rFonts w:ascii="Calibri" w:hAnsi="Calibri"/>
                <w:szCs w:val="20"/>
              </w:rPr>
              <w:t>/25 (17:00)</w:t>
            </w:r>
          </w:p>
        </w:tc>
      </w:tr>
      <w:tr w:rsidR="00B0293A" w:rsidRPr="00781C4F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81C4F">
              <w:rPr>
                <w:rFonts w:cs="Calibri"/>
                <w:sz w:val="24"/>
                <w:szCs w:val="24"/>
              </w:rPr>
              <w:t xml:space="preserve">to </w:t>
            </w:r>
            <w:r w:rsidRPr="00781C4F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07153E6" w:rsidR="00B0293A" w:rsidRPr="00781C4F" w:rsidRDefault="00984A9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3C599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3</w:t>
            </w:r>
            <w:r w:rsidR="003C599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BEBA812" w:rsidR="00B0293A" w:rsidRPr="00781C4F" w:rsidRDefault="00984A9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3C599A">
              <w:rPr>
                <w:rFonts w:ascii="Calibri" w:hAnsi="Calibri"/>
                <w:szCs w:val="20"/>
              </w:rPr>
              <w:t>/3/25 (17:00)</w:t>
            </w:r>
          </w:p>
        </w:tc>
      </w:tr>
      <w:tr w:rsidR="00B0293A" w:rsidRPr="00781C4F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366FB8A" w:rsidR="00B0293A" w:rsidRPr="00781C4F" w:rsidRDefault="00A023D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E51B65">
              <w:rPr>
                <w:rFonts w:ascii="Calibri" w:hAnsi="Calibri"/>
                <w:szCs w:val="20"/>
              </w:rPr>
              <w:t>8</w:t>
            </w:r>
            <w:r w:rsidR="003C599A">
              <w:rPr>
                <w:rFonts w:ascii="Calibri" w:hAnsi="Calibri"/>
                <w:szCs w:val="20"/>
              </w:rPr>
              <w:t>/3/25</w:t>
            </w:r>
          </w:p>
        </w:tc>
      </w:tr>
      <w:tr w:rsidR="00B0293A" w:rsidRPr="00781C4F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ADEDE2F" w:rsidR="00B0293A" w:rsidRPr="00781C4F" w:rsidRDefault="00E51B6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="003C599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4</w:t>
            </w:r>
            <w:r w:rsidR="003C599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60DB3C1" w:rsidR="00B0293A" w:rsidRPr="00781C4F" w:rsidRDefault="00A023D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E51B65">
              <w:rPr>
                <w:rFonts w:ascii="Calibri" w:hAnsi="Calibri"/>
                <w:szCs w:val="20"/>
              </w:rPr>
              <w:t>7</w:t>
            </w:r>
            <w:r w:rsidR="003C599A">
              <w:rPr>
                <w:rFonts w:ascii="Calibri" w:hAnsi="Calibri"/>
                <w:szCs w:val="20"/>
              </w:rPr>
              <w:t>/</w:t>
            </w:r>
            <w:r w:rsidR="00664794">
              <w:rPr>
                <w:rFonts w:ascii="Calibri" w:hAnsi="Calibri"/>
                <w:szCs w:val="20"/>
              </w:rPr>
              <w:t>4</w:t>
            </w:r>
            <w:r w:rsidR="003C599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4AB45B2" w:rsidR="00B0293A" w:rsidRPr="00781C4F" w:rsidRDefault="00E51B6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3C599A">
              <w:rPr>
                <w:rFonts w:ascii="Calibri" w:hAnsi="Calibri"/>
                <w:szCs w:val="20"/>
              </w:rPr>
              <w:t>/</w:t>
            </w:r>
            <w:r w:rsidR="00664794">
              <w:rPr>
                <w:rFonts w:ascii="Calibri" w:hAnsi="Calibri"/>
                <w:szCs w:val="20"/>
              </w:rPr>
              <w:t>4</w:t>
            </w:r>
            <w:r w:rsidR="003C599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1D098C3" w:rsidR="00B0293A" w:rsidRPr="00781C4F" w:rsidRDefault="00A023D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Pr="00A023DB">
              <w:rPr>
                <w:rFonts w:ascii="Calibri" w:hAnsi="Calibri"/>
                <w:szCs w:val="20"/>
                <w:vertAlign w:val="superscript"/>
              </w:rPr>
              <w:t>rd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3C599A">
              <w:rPr>
                <w:rFonts w:ascii="Calibri" w:hAnsi="Calibri"/>
                <w:szCs w:val="20"/>
              </w:rPr>
              <w:t>Quarter 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4910B" w14:textId="77777777" w:rsidR="00CF229A" w:rsidRDefault="00CF229A">
      <w:r>
        <w:separator/>
      </w:r>
    </w:p>
  </w:endnote>
  <w:endnote w:type="continuationSeparator" w:id="0">
    <w:p w14:paraId="5FCAE056" w14:textId="77777777" w:rsidR="00CF229A" w:rsidRDefault="00CF229A">
      <w:r>
        <w:continuationSeparator/>
      </w:r>
    </w:p>
  </w:endnote>
  <w:endnote w:type="continuationNotice" w:id="1">
    <w:p w14:paraId="62A305FD" w14:textId="77777777" w:rsidR="00CF229A" w:rsidRDefault="00CF22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03678A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753E6">
      <w:rPr>
        <w:noProof/>
      </w:rPr>
      <w:t>2025-02-27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DC739" w14:textId="77777777" w:rsidR="00CF229A" w:rsidRDefault="00CF229A">
      <w:r>
        <w:separator/>
      </w:r>
    </w:p>
  </w:footnote>
  <w:footnote w:type="continuationSeparator" w:id="0">
    <w:p w14:paraId="3321FD13" w14:textId="77777777" w:rsidR="00CF229A" w:rsidRDefault="00CF229A">
      <w:r>
        <w:continuationSeparator/>
      </w:r>
    </w:p>
  </w:footnote>
  <w:footnote w:type="continuationNotice" w:id="1">
    <w:p w14:paraId="4476DD0F" w14:textId="77777777" w:rsidR="00CF229A" w:rsidRDefault="00CF22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443B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29B0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0C2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393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0602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42F"/>
    <w:rsid w:val="00171744"/>
    <w:rsid w:val="00172854"/>
    <w:rsid w:val="00172B7A"/>
    <w:rsid w:val="001735BD"/>
    <w:rsid w:val="001753E6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3685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308B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58A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3DD2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599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5A1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387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C4D"/>
    <w:rsid w:val="005272D0"/>
    <w:rsid w:val="00530630"/>
    <w:rsid w:val="00530F32"/>
    <w:rsid w:val="00532E85"/>
    <w:rsid w:val="00532E97"/>
    <w:rsid w:val="00533D3B"/>
    <w:rsid w:val="00534071"/>
    <w:rsid w:val="0053457F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4D4A"/>
    <w:rsid w:val="00555E6B"/>
    <w:rsid w:val="0055624C"/>
    <w:rsid w:val="00556268"/>
    <w:rsid w:val="0056101E"/>
    <w:rsid w:val="005621DD"/>
    <w:rsid w:val="0056322E"/>
    <w:rsid w:val="00564E31"/>
    <w:rsid w:val="00564F49"/>
    <w:rsid w:val="005653C8"/>
    <w:rsid w:val="0056555F"/>
    <w:rsid w:val="0056665C"/>
    <w:rsid w:val="005675F8"/>
    <w:rsid w:val="0057089A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76B8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4B2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794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39DD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14F"/>
    <w:rsid w:val="0088345F"/>
    <w:rsid w:val="008857C5"/>
    <w:rsid w:val="00885FB3"/>
    <w:rsid w:val="00886BE5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60C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1F2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4A93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3DB"/>
    <w:rsid w:val="00A026E0"/>
    <w:rsid w:val="00A04652"/>
    <w:rsid w:val="00A04C26"/>
    <w:rsid w:val="00A05BF9"/>
    <w:rsid w:val="00A06FD2"/>
    <w:rsid w:val="00A07991"/>
    <w:rsid w:val="00A07A78"/>
    <w:rsid w:val="00A10189"/>
    <w:rsid w:val="00A1157C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1F1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2B6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63E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775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49E3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E3B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14A1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229A"/>
    <w:rsid w:val="00CF388A"/>
    <w:rsid w:val="00CF4B98"/>
    <w:rsid w:val="00CF64F1"/>
    <w:rsid w:val="00CF66E0"/>
    <w:rsid w:val="00CF68CC"/>
    <w:rsid w:val="00CF6C39"/>
    <w:rsid w:val="00CF78F2"/>
    <w:rsid w:val="00CF7D02"/>
    <w:rsid w:val="00D02BAB"/>
    <w:rsid w:val="00D02CA8"/>
    <w:rsid w:val="00D032F3"/>
    <w:rsid w:val="00D03F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B65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6E4F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402"/>
    <w:rsid w:val="00FC65CB"/>
    <w:rsid w:val="00FD0A4B"/>
    <w:rsid w:val="00FD1917"/>
    <w:rsid w:val="00FD1BC7"/>
    <w:rsid w:val="00FD2941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</cp:revision>
  <cp:lastPrinted>2013-10-18T08:32:00Z</cp:lastPrinted>
  <dcterms:created xsi:type="dcterms:W3CDTF">2025-02-23T22:38:00Z</dcterms:created>
  <dcterms:modified xsi:type="dcterms:W3CDTF">2025-02-26T22:18:00Z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